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E539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3C9283DD" w14:textId="77777777" w:rsidR="003B3BC8" w:rsidRPr="00F10799" w:rsidRDefault="003B3BC8" w:rsidP="003B3BC8">
      <w:pPr>
        <w:rPr>
          <w:sz w:val="20"/>
          <w:szCs w:val="20"/>
        </w:rPr>
      </w:pPr>
    </w:p>
    <w:p w14:paraId="5BD98C0D" w14:textId="77777777" w:rsidR="003B3BC8" w:rsidRPr="003B3BC8" w:rsidRDefault="008420AB" w:rsidP="00F90F95">
      <w:pPr>
        <w:pStyle w:val="Heading1"/>
      </w:pPr>
      <w:r>
        <w:t xml:space="preserve">eMPLOYEE CERTIFICATE OF SERVICE </w:t>
      </w:r>
    </w:p>
    <w:p w14:paraId="43DEB599" w14:textId="77777777" w:rsidR="00730AA7" w:rsidRPr="00730AA7" w:rsidRDefault="00730AA7" w:rsidP="003B3BC8">
      <w:pPr>
        <w:rPr>
          <w:b/>
        </w:rPr>
      </w:pPr>
    </w:p>
    <w:p w14:paraId="51E9977B" w14:textId="77777777" w:rsidR="008420AB" w:rsidRPr="007608D1" w:rsidRDefault="008420AB" w:rsidP="008420AB">
      <w:pPr>
        <w:pStyle w:val="BodyText2"/>
        <w:pBdr>
          <w:left w:val="single" w:sz="2" w:space="0" w:color="auto"/>
        </w:pBdr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14:paraId="09652EEA" w14:textId="77777777" w:rsidR="008420AB" w:rsidRDefault="008A0328" w:rsidP="008420AB">
      <w:pPr>
        <w:pStyle w:val="BodyText2"/>
        <w:pBdr>
          <w:left w:val="single" w:sz="2" w:space="0" w:color="auto"/>
        </w:pBdr>
      </w:pPr>
      <w:r>
        <w:t xml:space="preserve">It is recommended </w:t>
      </w:r>
      <w:r w:rsidR="00B93F9E">
        <w:t xml:space="preserve">to </w:t>
      </w:r>
      <w:r w:rsidR="00B93F9E" w:rsidRPr="00B93F9E">
        <w:t xml:space="preserve">delete the template format </w:t>
      </w:r>
      <w:r w:rsidR="00B93F9E">
        <w:t xml:space="preserve">and print the certificate </w:t>
      </w:r>
      <w:r>
        <w:t xml:space="preserve">on </w:t>
      </w:r>
      <w:r w:rsidR="008420AB">
        <w:t>official organisational letter</w:t>
      </w:r>
      <w:r w:rsidR="00B93F9E">
        <w:t>head paper.</w:t>
      </w:r>
    </w:p>
    <w:p w14:paraId="09C589B3" w14:textId="77777777" w:rsidR="008420AB" w:rsidRPr="007608D1" w:rsidRDefault="008420AB" w:rsidP="008420AB">
      <w:pPr>
        <w:pStyle w:val="BodyText2"/>
        <w:pBdr>
          <w:left w:val="single" w:sz="2" w:space="0" w:color="auto"/>
        </w:pBdr>
      </w:pPr>
      <w:r>
        <w:t xml:space="preserve"> </w:t>
      </w:r>
    </w:p>
    <w:p w14:paraId="7A403E76" w14:textId="77777777" w:rsidR="008420AB" w:rsidRPr="007608D1" w:rsidRDefault="008420AB" w:rsidP="008420AB">
      <w:pPr>
        <w:pStyle w:val="BodyText2"/>
        <w:pBdr>
          <w:left w:val="single" w:sz="2" w:space="0" w:color="auto"/>
        </w:pBdr>
      </w:pPr>
      <w:r w:rsidRPr="007608D1">
        <w:t xml:space="preserve">*Please delete note before finalising this </w:t>
      </w:r>
      <w:r w:rsidR="00C12BE5">
        <w:t>document.</w:t>
      </w:r>
    </w:p>
    <w:p w14:paraId="0DA93C0B" w14:textId="77777777" w:rsidR="0062471B" w:rsidRDefault="0062471B" w:rsidP="00E63952"/>
    <w:p w14:paraId="3071192F" w14:textId="77777777" w:rsidR="00E50B96" w:rsidRDefault="00E50B96" w:rsidP="00AE4E61"/>
    <w:p w14:paraId="7DDFF9D6" w14:textId="77777777" w:rsidR="00C36D0A" w:rsidRDefault="00C36D0A" w:rsidP="00C36D0A"/>
    <w:p w14:paraId="148077D0" w14:textId="77777777" w:rsidR="004D5714" w:rsidRDefault="004D5714" w:rsidP="00C36D0A"/>
    <w:p w14:paraId="1F811DC9" w14:textId="77777777" w:rsidR="00C36D0A" w:rsidRDefault="00C36D0A" w:rsidP="00C36D0A">
      <w:r>
        <w:t>To whom it may concern,</w:t>
      </w:r>
    </w:p>
    <w:p w14:paraId="37607CD7" w14:textId="77777777" w:rsidR="00C36D0A" w:rsidRDefault="00C36D0A" w:rsidP="00C36D0A"/>
    <w:p w14:paraId="0BA20F43" w14:textId="77777777" w:rsidR="00C36D0A" w:rsidRDefault="00C36D0A" w:rsidP="00C36D0A"/>
    <w:p w14:paraId="633037EF" w14:textId="77777777" w:rsidR="00C36D0A" w:rsidRDefault="00C36D0A" w:rsidP="004D5714">
      <w:pPr>
        <w:spacing w:line="276" w:lineRule="auto"/>
      </w:pPr>
      <w:r>
        <w:t xml:space="preserve">This is to certify that </w:t>
      </w:r>
      <w:r w:rsidRPr="00C36D0A">
        <w:rPr>
          <w:b/>
        </w:rPr>
        <w:t>[</w:t>
      </w:r>
      <w:r>
        <w:rPr>
          <w:b/>
        </w:rPr>
        <w:t xml:space="preserve">insert </w:t>
      </w:r>
      <w:r w:rsidRPr="00C36D0A">
        <w:rPr>
          <w:b/>
        </w:rPr>
        <w:t xml:space="preserve">employee name] </w:t>
      </w:r>
      <w:r>
        <w:t xml:space="preserve">was employed by the </w:t>
      </w:r>
      <w:r w:rsidRPr="00C36D0A">
        <w:rPr>
          <w:b/>
        </w:rPr>
        <w:t>[insert organisation name]</w:t>
      </w:r>
      <w:r>
        <w:t xml:space="preserve"> from </w:t>
      </w:r>
      <w:r w:rsidRPr="00C36D0A">
        <w:rPr>
          <w:b/>
        </w:rPr>
        <w:t>[date of commencement]</w:t>
      </w:r>
      <w:r>
        <w:t xml:space="preserve"> to </w:t>
      </w:r>
      <w:r w:rsidRPr="00C36D0A">
        <w:rPr>
          <w:b/>
        </w:rPr>
        <w:t>[date of cessation]</w:t>
      </w:r>
      <w:r>
        <w:t xml:space="preserve"> on a </w:t>
      </w:r>
      <w:r w:rsidRPr="00C36D0A">
        <w:rPr>
          <w:b/>
        </w:rPr>
        <w:t>[full-time / part-time]</w:t>
      </w:r>
      <w:r>
        <w:t xml:space="preserve"> contract of </w:t>
      </w:r>
      <w:r w:rsidRPr="00C36D0A">
        <w:rPr>
          <w:b/>
        </w:rPr>
        <w:t>[no.]</w:t>
      </w:r>
      <w:r>
        <w:t xml:space="preserve"> hours per week. </w:t>
      </w:r>
    </w:p>
    <w:p w14:paraId="4BDEA750" w14:textId="77777777" w:rsidR="00C36D0A" w:rsidRDefault="00C36D0A" w:rsidP="004D5714">
      <w:pPr>
        <w:spacing w:line="276" w:lineRule="auto"/>
      </w:pPr>
    </w:p>
    <w:p w14:paraId="37C57996" w14:textId="77777777" w:rsidR="00C36D0A" w:rsidRDefault="00C36D0A" w:rsidP="004D5714">
      <w:pPr>
        <w:spacing w:line="276" w:lineRule="auto"/>
      </w:pPr>
      <w:r>
        <w:t xml:space="preserve">At the time of leaving the organisation, he/she was employed in the position of </w:t>
      </w:r>
      <w:r w:rsidRPr="00C36D0A">
        <w:rPr>
          <w:b/>
        </w:rPr>
        <w:t>[position title].</w:t>
      </w:r>
      <w:r>
        <w:t xml:space="preserve"> </w:t>
      </w:r>
    </w:p>
    <w:p w14:paraId="2DD63AF2" w14:textId="77777777" w:rsidR="00C36D0A" w:rsidRDefault="00C36D0A" w:rsidP="004D5714">
      <w:pPr>
        <w:spacing w:line="276" w:lineRule="auto"/>
      </w:pPr>
    </w:p>
    <w:p w14:paraId="0EA02C62" w14:textId="77777777" w:rsidR="004D5714" w:rsidRDefault="004D5714" w:rsidP="004D5714">
      <w:pPr>
        <w:spacing w:line="276" w:lineRule="auto"/>
        <w:rPr>
          <w:b/>
        </w:rPr>
      </w:pPr>
      <w:r w:rsidRPr="00E0101C">
        <w:rPr>
          <w:b/>
        </w:rPr>
        <w:t>[</w:t>
      </w:r>
      <w:r w:rsidR="00E0101C" w:rsidRPr="00E0101C">
        <w:rPr>
          <w:b/>
        </w:rPr>
        <w:t>Insert</w:t>
      </w:r>
      <w:r w:rsidRPr="00E0101C">
        <w:rPr>
          <w:b/>
        </w:rPr>
        <w:t xml:space="preserve"> other information</w:t>
      </w:r>
      <w:r w:rsidR="00E0101C" w:rsidRPr="00E0101C">
        <w:rPr>
          <w:b/>
        </w:rPr>
        <w:t>]</w:t>
      </w:r>
      <w:r w:rsidR="00E0101C">
        <w:rPr>
          <w:b/>
        </w:rPr>
        <w:t xml:space="preserve">. </w:t>
      </w:r>
    </w:p>
    <w:p w14:paraId="31D3769B" w14:textId="77777777" w:rsidR="00E0101C" w:rsidRPr="00E0101C" w:rsidRDefault="00E0101C" w:rsidP="004D5714">
      <w:pPr>
        <w:spacing w:line="276" w:lineRule="auto"/>
        <w:rPr>
          <w:b/>
        </w:rPr>
      </w:pPr>
    </w:p>
    <w:p w14:paraId="1879EB55" w14:textId="77777777" w:rsidR="00C36D0A" w:rsidRDefault="00C36D0A" w:rsidP="004D5714">
      <w:pPr>
        <w:spacing w:line="276" w:lineRule="auto"/>
      </w:pPr>
    </w:p>
    <w:p w14:paraId="1845D93F" w14:textId="77777777" w:rsidR="00C36D0A" w:rsidRDefault="00C36D0A" w:rsidP="004D5714">
      <w:pPr>
        <w:spacing w:line="276" w:lineRule="auto"/>
      </w:pPr>
      <w:r>
        <w:t>Regards</w:t>
      </w:r>
      <w:r w:rsidR="00E0101C">
        <w:t>,</w:t>
      </w:r>
    </w:p>
    <w:p w14:paraId="4AAC16A9" w14:textId="77777777" w:rsidR="00C36D0A" w:rsidRDefault="00C36D0A" w:rsidP="004D5714">
      <w:pPr>
        <w:spacing w:line="276" w:lineRule="auto"/>
      </w:pPr>
    </w:p>
    <w:p w14:paraId="46EE23E4" w14:textId="77777777" w:rsidR="004D5714" w:rsidRDefault="004D5714" w:rsidP="004D5714">
      <w:pPr>
        <w:spacing w:line="276" w:lineRule="auto"/>
        <w:rPr>
          <w:b/>
        </w:rPr>
      </w:pPr>
    </w:p>
    <w:p w14:paraId="38E3BB25" w14:textId="77777777" w:rsidR="004D5714" w:rsidRDefault="004D5714" w:rsidP="004D5714">
      <w:pPr>
        <w:spacing w:line="276" w:lineRule="auto"/>
        <w:rPr>
          <w:b/>
        </w:rPr>
      </w:pPr>
    </w:p>
    <w:p w14:paraId="138F41B4" w14:textId="77777777" w:rsidR="004D5714" w:rsidRDefault="004D5714" w:rsidP="004D5714">
      <w:pPr>
        <w:spacing w:line="276" w:lineRule="auto"/>
        <w:rPr>
          <w:b/>
        </w:rPr>
      </w:pPr>
    </w:p>
    <w:p w14:paraId="79D83FE6" w14:textId="77777777" w:rsidR="00C36D0A" w:rsidRPr="004D5714" w:rsidRDefault="00C36D0A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4D5714" w:rsidRPr="004D5714">
        <w:rPr>
          <w:b/>
        </w:rPr>
        <w:t>Insert</w:t>
      </w:r>
      <w:r w:rsidRPr="004D5714">
        <w:rPr>
          <w:b/>
        </w:rPr>
        <w:t xml:space="preserve"> CEO/Manager signature]</w:t>
      </w:r>
    </w:p>
    <w:p w14:paraId="78184C84" w14:textId="77777777" w:rsidR="00C36D0A" w:rsidRDefault="00C36D0A" w:rsidP="004D5714">
      <w:pPr>
        <w:spacing w:line="276" w:lineRule="auto"/>
      </w:pPr>
    </w:p>
    <w:p w14:paraId="573C6ECB" w14:textId="77777777" w:rsidR="00C36D0A" w:rsidRDefault="00C36D0A" w:rsidP="004D5714">
      <w:pPr>
        <w:spacing w:line="276" w:lineRule="auto"/>
      </w:pPr>
    </w:p>
    <w:p w14:paraId="447351EA" w14:textId="77777777" w:rsidR="00C36D0A" w:rsidRPr="004D5714" w:rsidRDefault="00C36D0A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4D5714" w:rsidRPr="004D5714">
        <w:rPr>
          <w:b/>
        </w:rPr>
        <w:t>Insert</w:t>
      </w:r>
      <w:r w:rsidRPr="004D5714">
        <w:rPr>
          <w:b/>
        </w:rPr>
        <w:t xml:space="preserve"> CEO/Manager </w:t>
      </w:r>
      <w:r w:rsidR="004D5714" w:rsidRPr="004D5714">
        <w:rPr>
          <w:b/>
        </w:rPr>
        <w:t>name]</w:t>
      </w:r>
    </w:p>
    <w:p w14:paraId="171A54A1" w14:textId="77777777" w:rsidR="00C36D0A" w:rsidRPr="004D5714" w:rsidRDefault="004D5714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C36D0A" w:rsidRPr="004D5714">
        <w:rPr>
          <w:b/>
        </w:rPr>
        <w:t>Chief Executive Officer</w:t>
      </w:r>
      <w:r w:rsidRPr="004D5714">
        <w:rPr>
          <w:b/>
        </w:rPr>
        <w:t>/Manager]</w:t>
      </w:r>
    </w:p>
    <w:p w14:paraId="682D5710" w14:textId="77777777" w:rsidR="00C36D0A" w:rsidRDefault="00C36D0A" w:rsidP="004D5714">
      <w:pPr>
        <w:spacing w:line="276" w:lineRule="auto"/>
      </w:pPr>
    </w:p>
    <w:p w14:paraId="2E71F1F5" w14:textId="77777777" w:rsidR="004D5714" w:rsidRPr="004D5714" w:rsidRDefault="004D5714" w:rsidP="004D5714">
      <w:pPr>
        <w:tabs>
          <w:tab w:val="left" w:pos="2086"/>
        </w:tabs>
        <w:spacing w:line="276" w:lineRule="auto"/>
        <w:rPr>
          <w:b/>
        </w:rPr>
      </w:pPr>
      <w:r w:rsidRPr="004D5714">
        <w:rPr>
          <w:b/>
        </w:rPr>
        <w:t>[Insert date]</w:t>
      </w:r>
    </w:p>
    <w:p w14:paraId="645C021E" w14:textId="77777777" w:rsidR="00C36D0A" w:rsidRDefault="00C36D0A" w:rsidP="004D5714">
      <w:pPr>
        <w:spacing w:line="276" w:lineRule="auto"/>
      </w:pPr>
    </w:p>
    <w:p w14:paraId="38CA28FE" w14:textId="77777777" w:rsidR="007F30EC" w:rsidRDefault="007F30EC" w:rsidP="00C36D0A"/>
    <w:p w14:paraId="3E9367EC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5A94" w14:textId="77777777" w:rsidR="003B3BC8" w:rsidRDefault="003B3BC8" w:rsidP="00F90996">
      <w:r>
        <w:separator/>
      </w:r>
    </w:p>
  </w:endnote>
  <w:endnote w:type="continuationSeparator" w:id="0">
    <w:p w14:paraId="4F6B9F3E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A42E" w14:textId="77777777" w:rsidR="009D185F" w:rsidRPr="0086262A" w:rsidRDefault="00E0101C" w:rsidP="00CE795B">
    <w:pPr>
      <w:pStyle w:val="Footer"/>
    </w:pPr>
    <w:r>
      <w:t xml:space="preserve">Employee Certificate of Service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93F9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D6291">
          <w:fldChar w:fldCharType="begin"/>
        </w:r>
        <w:r w:rsidR="007D6291">
          <w:instrText xml:space="preserve"> NUMPAGES  </w:instrText>
        </w:r>
        <w:r w:rsidR="007D6291">
          <w:fldChar w:fldCharType="separate"/>
        </w:r>
        <w:r w:rsidR="00B93F9E">
          <w:rPr>
            <w:noProof/>
          </w:rPr>
          <w:t>1</w:t>
        </w:r>
        <w:r w:rsidR="007D6291">
          <w:rPr>
            <w:noProof/>
          </w:rPr>
          <w:fldChar w:fldCharType="end"/>
        </w:r>
      </w:sdtContent>
    </w:sdt>
  </w:p>
  <w:p w14:paraId="255F570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A5CC" w14:textId="77777777" w:rsidR="003B3BC8" w:rsidRDefault="003B3BC8" w:rsidP="00F90996">
      <w:r>
        <w:separator/>
      </w:r>
    </w:p>
  </w:footnote>
  <w:footnote w:type="continuationSeparator" w:id="0">
    <w:p w14:paraId="69918297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143B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D5714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10CE"/>
    <w:rsid w:val="00754ECA"/>
    <w:rsid w:val="00756BFD"/>
    <w:rsid w:val="0075718E"/>
    <w:rsid w:val="00782D00"/>
    <w:rsid w:val="00785E47"/>
    <w:rsid w:val="007B6533"/>
    <w:rsid w:val="007D6291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20AB"/>
    <w:rsid w:val="00845AB9"/>
    <w:rsid w:val="00886745"/>
    <w:rsid w:val="008A0328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93F9E"/>
    <w:rsid w:val="00BA4F75"/>
    <w:rsid w:val="00BA5CF1"/>
    <w:rsid w:val="00BB37B4"/>
    <w:rsid w:val="00BE2B15"/>
    <w:rsid w:val="00BE2E1D"/>
    <w:rsid w:val="00BF416D"/>
    <w:rsid w:val="00BF4FDC"/>
    <w:rsid w:val="00C0709D"/>
    <w:rsid w:val="00C12BE5"/>
    <w:rsid w:val="00C21E3F"/>
    <w:rsid w:val="00C2316E"/>
    <w:rsid w:val="00C36D0A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101C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5B2FE8F3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23ST2XJ3F2FU-1797567310-95017</_dlc_DocId>
    <_dlc_DocIdUrl xmlns="14c5a56e-ced3-43ad-8a76-68a367d68378">
      <Url>https://nadaau.sharepoint.com/_layouts/15/DocIdRedir.aspx?ID=23ST2XJ3F2FU-1797567310-95017</Url>
      <Description>23ST2XJ3F2FU-1797567310-95017</Description>
    </_dlc_DocIdUrl>
  </documentManagement>
</p:properties>
</file>

<file path=customXml/itemProps1.xml><?xml version="1.0" encoding="utf-8"?>
<ds:datastoreItem xmlns:ds="http://schemas.openxmlformats.org/officeDocument/2006/customXml" ds:itemID="{481E7B02-CA0A-407A-A794-7576DA46FA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BC6BB9-FE22-4511-9997-2971F645E88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DE48C8-C6A9-497E-9976-F8D174E263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19B7D3-4D3E-4DEB-8D65-74DD17624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4D7C90-0AD9-45F6-81A6-C316FC361103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2021-04-21T03:01:00Z</dcterms:created>
  <dcterms:modified xsi:type="dcterms:W3CDTF">2021-04-21T03:01:00Z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eac85f5e-790e-4b63-83a1-031c3e63e4e8</vt:lpwstr>
  </property>
</Properties>
</file>